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DF" w:rsidRDefault="00F23FDF" w:rsidP="006A2CE9">
      <w:pPr>
        <w:spacing w:after="12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23FDF" w:rsidRDefault="00F23FDF" w:rsidP="006A2CE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23FDF" w:rsidRDefault="00F23FDF" w:rsidP="006A2CE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23FDF" w:rsidRPr="006F4934" w:rsidRDefault="00F23FDF" w:rsidP="006A2CE9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6F4934">
        <w:rPr>
          <w:rFonts w:ascii="Times New Roman" w:hAnsi="Times New Roman" w:cs="Times New Roman"/>
          <w:sz w:val="28"/>
          <w:szCs w:val="28"/>
        </w:rPr>
        <w:t>от 26.11.2014 № 2</w:t>
      </w:r>
      <w:r>
        <w:rPr>
          <w:rFonts w:ascii="Times New Roman" w:hAnsi="Times New Roman" w:cs="Times New Roman"/>
          <w:sz w:val="28"/>
          <w:szCs w:val="28"/>
        </w:rPr>
        <w:t>184</w:t>
      </w:r>
    </w:p>
    <w:p w:rsidR="00F23FDF" w:rsidRDefault="00F23FDF" w:rsidP="006A2CE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3FDF" w:rsidRDefault="00F23FDF" w:rsidP="006A2CE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3FDF" w:rsidRDefault="00F23FDF" w:rsidP="006A2CE9">
      <w:pPr>
        <w:spacing w:after="12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30A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</w:t>
      </w:r>
    </w:p>
    <w:p w:rsidR="00F23FDF" w:rsidRDefault="00F23FDF" w:rsidP="006A2CE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4700DE">
        <w:rPr>
          <w:rFonts w:ascii="Times New Roman" w:hAnsi="Times New Roman" w:cs="Times New Roman"/>
          <w:b/>
          <w:bCs/>
          <w:sz w:val="28"/>
          <w:szCs w:val="28"/>
        </w:rPr>
        <w:t>елезнодорожный вокзал</w:t>
      </w:r>
      <w:r>
        <w:rPr>
          <w:rFonts w:ascii="Times New Roman" w:hAnsi="Times New Roman" w:cs="Times New Roman"/>
          <w:b/>
          <w:bCs/>
          <w:sz w:val="28"/>
          <w:szCs w:val="28"/>
        </w:rPr>
        <w:t>, ж</w:t>
      </w:r>
      <w:r w:rsidRPr="004700DE">
        <w:rPr>
          <w:rFonts w:ascii="Times New Roman" w:hAnsi="Times New Roman" w:cs="Times New Roman"/>
          <w:b/>
          <w:bCs/>
          <w:sz w:val="28"/>
          <w:szCs w:val="28"/>
        </w:rPr>
        <w:t>елезнодорожные платформы 1,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2, 3 ст.</w:t>
      </w:r>
      <w:r w:rsidRPr="004700DE">
        <w:rPr>
          <w:rFonts w:ascii="Times New Roman" w:hAnsi="Times New Roman" w:cs="Times New Roman"/>
          <w:b/>
          <w:bCs/>
          <w:sz w:val="28"/>
          <w:szCs w:val="28"/>
        </w:rPr>
        <w:t xml:space="preserve">Чудово </w:t>
      </w:r>
    </w:p>
    <w:p w:rsidR="00F23FDF" w:rsidRDefault="00F23FDF" w:rsidP="006A2CE9">
      <w:pPr>
        <w:spacing w:after="0" w:line="240" w:lineRule="exact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F23FDF" w:rsidRDefault="00F23FDF" w:rsidP="00C443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C9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5pt;height:572.25pt;visibility:visible">
            <v:imagedata r:id="rId4" o:title=""/>
          </v:shape>
        </w:pict>
      </w:r>
    </w:p>
    <w:p w:rsidR="00F23FDF" w:rsidRPr="00D17EEB" w:rsidRDefault="00F23FDF" w:rsidP="00D17E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____________</w:t>
      </w:r>
      <w:r w:rsidRPr="00D17EEB">
        <w:rPr>
          <w:rFonts w:ascii="Times New Roman" w:hAnsi="Times New Roman" w:cs="Times New Roman"/>
          <w:sz w:val="28"/>
          <w:szCs w:val="28"/>
        </w:rPr>
        <w:t>граница зоны запрета тор</w:t>
      </w:r>
      <w:bookmarkStart w:id="0" w:name="_GoBack"/>
      <w:bookmarkEnd w:id="0"/>
      <w:r w:rsidRPr="00D17EEB">
        <w:rPr>
          <w:rFonts w:ascii="Times New Roman" w:hAnsi="Times New Roman" w:cs="Times New Roman"/>
          <w:sz w:val="28"/>
          <w:szCs w:val="28"/>
        </w:rPr>
        <w:t>говли алкогольной продукции</w:t>
      </w:r>
    </w:p>
    <w:sectPr w:rsidR="00F23FDF" w:rsidRPr="00D17EEB" w:rsidSect="00C111D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30A"/>
    <w:rsid w:val="000025C3"/>
    <w:rsid w:val="00022A7D"/>
    <w:rsid w:val="00094774"/>
    <w:rsid w:val="0016246D"/>
    <w:rsid w:val="001F2C42"/>
    <w:rsid w:val="00232254"/>
    <w:rsid w:val="002C25FA"/>
    <w:rsid w:val="00372C97"/>
    <w:rsid w:val="004067AF"/>
    <w:rsid w:val="004700DE"/>
    <w:rsid w:val="004B04C0"/>
    <w:rsid w:val="004B13BC"/>
    <w:rsid w:val="004C0043"/>
    <w:rsid w:val="004F3405"/>
    <w:rsid w:val="00542D65"/>
    <w:rsid w:val="00544CD1"/>
    <w:rsid w:val="005E214C"/>
    <w:rsid w:val="006A2CE9"/>
    <w:rsid w:val="006F4934"/>
    <w:rsid w:val="007B4A25"/>
    <w:rsid w:val="007D7D72"/>
    <w:rsid w:val="0090322F"/>
    <w:rsid w:val="009818CC"/>
    <w:rsid w:val="00A0139C"/>
    <w:rsid w:val="00A2479E"/>
    <w:rsid w:val="00A321E0"/>
    <w:rsid w:val="00A711C4"/>
    <w:rsid w:val="00BC4A24"/>
    <w:rsid w:val="00C111DE"/>
    <w:rsid w:val="00C43AC3"/>
    <w:rsid w:val="00C4430A"/>
    <w:rsid w:val="00CE4178"/>
    <w:rsid w:val="00D01D65"/>
    <w:rsid w:val="00D17EEB"/>
    <w:rsid w:val="00D33B1E"/>
    <w:rsid w:val="00E9182E"/>
    <w:rsid w:val="00EB01CE"/>
    <w:rsid w:val="00F17480"/>
    <w:rsid w:val="00F23FDF"/>
    <w:rsid w:val="00F8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D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30A"/>
    <w:rPr>
      <w:rFonts w:ascii="Tahoma" w:hAnsi="Tahoma" w:cs="Tahoma"/>
      <w:sz w:val="16"/>
      <w:szCs w:val="16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6F493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2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35</Words>
  <Characters>203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K_N_Dieva</cp:lastModifiedBy>
  <cp:revision>9</cp:revision>
  <cp:lastPrinted>2014-11-27T05:25:00Z</cp:lastPrinted>
  <dcterms:created xsi:type="dcterms:W3CDTF">2014-10-27T12:43:00Z</dcterms:created>
  <dcterms:modified xsi:type="dcterms:W3CDTF">2014-11-27T05:25:00Z</dcterms:modified>
</cp:coreProperties>
</file>